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1C" w:rsidRPr="005B443A" w:rsidRDefault="00AD761C" w:rsidP="00564180">
      <w:pPr>
        <w:jc w:val="center"/>
        <w:rPr>
          <w:b/>
          <w:sz w:val="18"/>
          <w:szCs w:val="18"/>
          <w:lang w:val="en-US"/>
        </w:rPr>
      </w:pPr>
      <w:r w:rsidRPr="005B443A">
        <w:rPr>
          <w:b/>
          <w:sz w:val="18"/>
          <w:szCs w:val="18"/>
          <w:lang w:val="en-US"/>
        </w:rPr>
        <w:t>ARCHEOMEDSITES</w:t>
      </w:r>
    </w:p>
    <w:p w:rsidR="00AD761C" w:rsidRDefault="00AD761C" w:rsidP="00564180">
      <w:pPr>
        <w:jc w:val="center"/>
        <w:rPr>
          <w:b/>
          <w:sz w:val="18"/>
          <w:szCs w:val="18"/>
          <w:lang w:val="en-US"/>
        </w:rPr>
      </w:pPr>
      <w:r w:rsidRPr="005B443A">
        <w:rPr>
          <w:b/>
          <w:sz w:val="18"/>
          <w:szCs w:val="18"/>
          <w:lang w:val="en-US"/>
        </w:rPr>
        <w:t xml:space="preserve">“Safeguard, valorisation and management quality. </w:t>
      </w:r>
    </w:p>
    <w:p w:rsidR="00AD761C" w:rsidRPr="005B443A" w:rsidRDefault="00AD761C" w:rsidP="00564180">
      <w:pPr>
        <w:jc w:val="center"/>
        <w:rPr>
          <w:b/>
          <w:sz w:val="18"/>
          <w:szCs w:val="18"/>
          <w:lang w:val="en-US"/>
        </w:rPr>
      </w:pPr>
      <w:r w:rsidRPr="005B443A">
        <w:rPr>
          <w:b/>
          <w:sz w:val="18"/>
          <w:szCs w:val="18"/>
          <w:lang w:val="en-GB"/>
        </w:rPr>
        <w:t>Use of the management models for the archaeological sites and urban contexts</w:t>
      </w:r>
      <w:r w:rsidRPr="005B443A">
        <w:rPr>
          <w:b/>
          <w:sz w:val="18"/>
          <w:szCs w:val="18"/>
          <w:lang w:val="en-US"/>
        </w:rPr>
        <w:t>”</w:t>
      </w:r>
    </w:p>
    <w:p w:rsidR="00AD761C" w:rsidRPr="00564180" w:rsidRDefault="00AD761C" w:rsidP="00564180">
      <w:pPr>
        <w:jc w:val="center"/>
        <w:rPr>
          <w:b/>
          <w:sz w:val="18"/>
          <w:szCs w:val="18"/>
          <w:lang w:val="en-US"/>
        </w:rPr>
      </w:pPr>
      <w:r w:rsidRPr="00564180">
        <w:rPr>
          <w:b/>
          <w:sz w:val="18"/>
          <w:szCs w:val="18"/>
          <w:lang w:val="en-US"/>
        </w:rPr>
        <w:t>Workshop</w:t>
      </w:r>
    </w:p>
    <w:p w:rsidR="00AD761C" w:rsidRPr="00AC1E9F" w:rsidRDefault="00AD761C" w:rsidP="00564180">
      <w:pPr>
        <w:jc w:val="center"/>
        <w:rPr>
          <w:b/>
          <w:lang w:val="en-US"/>
        </w:rPr>
      </w:pPr>
      <w:r w:rsidRPr="00AC1E9F">
        <w:rPr>
          <w:b/>
          <w:lang w:val="en-US"/>
        </w:rPr>
        <w:t xml:space="preserve">"The illegal traffic of cultural </w:t>
      </w:r>
      <w:r>
        <w:rPr>
          <w:b/>
          <w:lang w:val="en-US"/>
        </w:rPr>
        <w:t>heritage</w:t>
      </w:r>
      <w:r w:rsidRPr="00AC1E9F">
        <w:rPr>
          <w:b/>
          <w:lang w:val="en-US"/>
        </w:rPr>
        <w:t xml:space="preserve">: </w:t>
      </w:r>
    </w:p>
    <w:p w:rsidR="00AD761C" w:rsidRPr="00AC1E9F" w:rsidRDefault="00AD761C" w:rsidP="00564180">
      <w:pPr>
        <w:jc w:val="center"/>
        <w:rPr>
          <w:b/>
          <w:lang w:val="en-US"/>
        </w:rPr>
      </w:pPr>
      <w:r w:rsidRPr="00AC1E9F">
        <w:rPr>
          <w:b/>
          <w:lang w:val="en-US"/>
        </w:rPr>
        <w:t>the experience of the Carabinieri for the Protection of Cultural Heritage "</w:t>
      </w:r>
    </w:p>
    <w:p w:rsidR="00AD761C" w:rsidRPr="00714DED" w:rsidRDefault="00AD761C" w:rsidP="00933E6B">
      <w:pPr>
        <w:spacing w:after="0"/>
        <w:jc w:val="center"/>
        <w:rPr>
          <w:rFonts w:ascii="Times New Roman" w:hAnsi="Times New Roman"/>
        </w:rPr>
      </w:pPr>
      <w:r w:rsidRPr="00714DED">
        <w:rPr>
          <w:rFonts w:ascii="Times New Roman" w:hAnsi="Times New Roman"/>
        </w:rPr>
        <w:t>”</w:t>
      </w:r>
    </w:p>
    <w:p w:rsidR="00AD761C" w:rsidRPr="00714DED" w:rsidRDefault="00AD761C" w:rsidP="00933E6B">
      <w:pPr>
        <w:spacing w:after="0"/>
        <w:jc w:val="center"/>
        <w:rPr>
          <w:rFonts w:ascii="Times New Roman" w:hAnsi="Times New Roman"/>
          <w:i/>
        </w:rPr>
      </w:pPr>
      <w:r w:rsidRPr="00714DED">
        <w:rPr>
          <w:rFonts w:ascii="Times New Roman" w:hAnsi="Times New Roman"/>
          <w:i/>
        </w:rPr>
        <w:t>Museo Archeologico Nazionale di Paestum</w:t>
      </w:r>
    </w:p>
    <w:p w:rsidR="00AD761C" w:rsidRPr="00714DED" w:rsidRDefault="00AD761C" w:rsidP="00933E6B">
      <w:pPr>
        <w:spacing w:after="0"/>
        <w:jc w:val="center"/>
        <w:rPr>
          <w:rFonts w:ascii="Times New Roman" w:hAnsi="Times New Roman"/>
          <w:i/>
        </w:rPr>
      </w:pPr>
      <w:r w:rsidRPr="00714DED">
        <w:rPr>
          <w:rFonts w:ascii="Times New Roman" w:hAnsi="Times New Roman"/>
          <w:i/>
        </w:rPr>
        <w:t xml:space="preserve">Via Magna Grecia 919 Capaccio Paestum </w:t>
      </w:r>
    </w:p>
    <w:p w:rsidR="00AD761C" w:rsidRPr="00714DED" w:rsidRDefault="00AD761C" w:rsidP="00933E6B">
      <w:pPr>
        <w:spacing w:after="0"/>
        <w:jc w:val="center"/>
        <w:rPr>
          <w:rFonts w:ascii="Times New Roman" w:hAnsi="Times New Roman"/>
          <w:i/>
        </w:rPr>
      </w:pPr>
      <w:r w:rsidRPr="00714DED">
        <w:rPr>
          <w:rFonts w:ascii="Times New Roman" w:hAnsi="Times New Roman"/>
          <w:i/>
        </w:rPr>
        <w:t>- 30 ottobre 2014 -</w:t>
      </w:r>
    </w:p>
    <w:p w:rsidR="00AD761C" w:rsidRPr="00714DED" w:rsidRDefault="00AD761C" w:rsidP="00933E6B">
      <w:pPr>
        <w:spacing w:after="0"/>
        <w:rPr>
          <w:rFonts w:ascii="Times New Roman" w:hAnsi="Times New Roman"/>
        </w:rPr>
      </w:pPr>
    </w:p>
    <w:p w:rsidR="00AD761C" w:rsidRPr="00714DED" w:rsidRDefault="00AD761C" w:rsidP="00933E6B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Programme</w:t>
      </w:r>
    </w:p>
    <w:p w:rsidR="00AD761C" w:rsidRPr="00714DED" w:rsidRDefault="00AD761C" w:rsidP="00933E6B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ook w:val="00A0"/>
      </w:tblPr>
      <w:tblGrid>
        <w:gridCol w:w="988"/>
        <w:gridCol w:w="7712"/>
      </w:tblGrid>
      <w:tr w:rsidR="00AD761C" w:rsidRPr="00EF641C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933E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r w:rsidRPr="006E64EA">
              <w:rPr>
                <w:rFonts w:ascii="Times New Roman" w:hAnsi="Times New Roman"/>
              </w:rPr>
              <w:t>9.30</w:t>
            </w:r>
          </w:p>
        </w:tc>
        <w:tc>
          <w:tcPr>
            <w:tcW w:w="7712" w:type="dxa"/>
          </w:tcPr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Check in and Registration </w:t>
            </w:r>
          </w:p>
          <w:p w:rsidR="00AD761C" w:rsidRPr="00EF641C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933E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10.00</w:t>
            </w:r>
          </w:p>
        </w:tc>
        <w:tc>
          <w:tcPr>
            <w:tcW w:w="7712" w:type="dxa"/>
          </w:tcPr>
          <w:p w:rsidR="00AD761C" w:rsidRPr="00564180" w:rsidRDefault="00AD761C" w:rsidP="005A763A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>“</w:t>
            </w:r>
            <w:r w:rsidRPr="006926AD">
              <w:rPr>
                <w:b/>
                <w:sz w:val="20"/>
                <w:szCs w:val="20"/>
                <w:lang w:val="en-US"/>
              </w:rPr>
              <w:t xml:space="preserve">Cross-border cooperation as a tool for the enhancement of the cultural heritage: the </w:t>
            </w:r>
            <w:r>
              <w:rPr>
                <w:b/>
                <w:sz w:val="20"/>
                <w:szCs w:val="20"/>
                <w:lang w:val="en-US"/>
              </w:rPr>
              <w:t>project</w:t>
            </w:r>
            <w:r w:rsidRPr="006926AD">
              <w:rPr>
                <w:b/>
                <w:sz w:val="20"/>
                <w:szCs w:val="20"/>
                <w:lang w:val="en-US"/>
              </w:rPr>
              <w:t xml:space="preserve"> ARCHEOMEDSITES</w:t>
            </w:r>
            <w:r>
              <w:rPr>
                <w:b/>
                <w:sz w:val="20"/>
                <w:szCs w:val="20"/>
                <w:lang w:val="en-US"/>
              </w:rPr>
              <w:t>”</w:t>
            </w:r>
          </w:p>
          <w:p w:rsidR="00AD761C" w:rsidRPr="00564180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6E64EA">
              <w:rPr>
                <w:rFonts w:ascii="Times New Roman" w:hAnsi="Times New Roman"/>
                <w:u w:val="single"/>
              </w:rPr>
              <w:t>Michele Colavito</w:t>
            </w:r>
          </w:p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 xml:space="preserve">Project Manager </w:t>
            </w:r>
            <w:r>
              <w:rPr>
                <w:rFonts w:ascii="Times New Roman" w:hAnsi="Times New Roman"/>
              </w:rPr>
              <w:t xml:space="preserve">- </w:t>
            </w:r>
            <w:r w:rsidRPr="006E64EA">
              <w:rPr>
                <w:rFonts w:ascii="Times New Roman" w:hAnsi="Times New Roman"/>
              </w:rPr>
              <w:t>ARCHEOMEDSITES</w:t>
            </w:r>
          </w:p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933E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10.30</w:t>
            </w:r>
          </w:p>
        </w:tc>
        <w:tc>
          <w:tcPr>
            <w:tcW w:w="7712" w:type="dxa"/>
          </w:tcPr>
          <w:p w:rsidR="00AD761C" w:rsidRPr="00564180" w:rsidRDefault="00AD761C" w:rsidP="005A763A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>“</w:t>
            </w:r>
            <w:r w:rsidRPr="006926AD">
              <w:rPr>
                <w:b/>
                <w:sz w:val="20"/>
                <w:szCs w:val="20"/>
                <w:lang w:val="en-US"/>
              </w:rPr>
              <w:t xml:space="preserve">"Issues </w:t>
            </w:r>
            <w:r>
              <w:rPr>
                <w:b/>
                <w:sz w:val="20"/>
                <w:szCs w:val="20"/>
                <w:lang w:val="en-US"/>
              </w:rPr>
              <w:t>concerning the</w:t>
            </w:r>
            <w:r w:rsidRPr="006926AD">
              <w:rPr>
                <w:b/>
                <w:sz w:val="20"/>
                <w:szCs w:val="20"/>
                <w:lang w:val="en-US"/>
              </w:rPr>
              <w:t xml:space="preserve"> protection of areas of archaeological interest and activities of CCTPC deal</w:t>
            </w:r>
            <w:r>
              <w:rPr>
                <w:b/>
                <w:sz w:val="20"/>
                <w:szCs w:val="20"/>
                <w:lang w:val="en-US"/>
              </w:rPr>
              <w:t>ing</w:t>
            </w:r>
            <w:r w:rsidRPr="006926AD">
              <w:rPr>
                <w:b/>
                <w:sz w:val="20"/>
                <w:szCs w:val="20"/>
                <w:lang w:val="en-US"/>
              </w:rPr>
              <w:t xml:space="preserve"> with the illicit excavation and hold upon the cultural</w:t>
            </w:r>
            <w:r>
              <w:rPr>
                <w:b/>
                <w:sz w:val="20"/>
                <w:szCs w:val="20"/>
                <w:lang w:val="en-US"/>
              </w:rPr>
              <w:t xml:space="preserve"> heritage</w:t>
            </w:r>
            <w:r w:rsidRPr="006926AD">
              <w:rPr>
                <w:b/>
                <w:sz w:val="20"/>
                <w:szCs w:val="20"/>
                <w:lang w:val="en-US"/>
              </w:rPr>
              <w:t xml:space="preserve"> belonging to the State</w:t>
            </w:r>
            <w:r>
              <w:rPr>
                <w:b/>
                <w:sz w:val="20"/>
                <w:szCs w:val="20"/>
                <w:lang w:val="en-US"/>
              </w:rPr>
              <w:t>”</w:t>
            </w:r>
          </w:p>
          <w:p w:rsidR="00AD761C" w:rsidRPr="00564180" w:rsidRDefault="00AD761C" w:rsidP="006909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  <w:p w:rsidR="00AD761C" w:rsidRPr="006909A2" w:rsidRDefault="00AD761C" w:rsidP="006909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6909A2">
              <w:rPr>
                <w:rFonts w:ascii="Times New Roman" w:hAnsi="Times New Roman"/>
                <w:u w:val="single"/>
              </w:rPr>
              <w:t xml:space="preserve">Cap. </w:t>
            </w:r>
            <w:r>
              <w:rPr>
                <w:rFonts w:ascii="Times New Roman" w:hAnsi="Times New Roman"/>
                <w:u w:val="single"/>
              </w:rPr>
              <w:t>Carmine Elefante</w:t>
            </w:r>
          </w:p>
          <w:p w:rsidR="00AD761C" w:rsidRDefault="00AD761C" w:rsidP="006909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Comando Nucleo Carabinieri for Cultural Heritage protection in Naples </w:t>
            </w:r>
          </w:p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D761C" w:rsidRPr="006E64EA" w:rsidRDefault="00AD761C" w:rsidP="006909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933E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13.30</w:t>
            </w:r>
          </w:p>
        </w:tc>
        <w:tc>
          <w:tcPr>
            <w:tcW w:w="7712" w:type="dxa"/>
          </w:tcPr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Debate</w:t>
            </w:r>
          </w:p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933E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14.00</w:t>
            </w:r>
          </w:p>
        </w:tc>
        <w:tc>
          <w:tcPr>
            <w:tcW w:w="7712" w:type="dxa"/>
          </w:tcPr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Break </w:t>
            </w:r>
          </w:p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14.30</w:t>
            </w:r>
          </w:p>
        </w:tc>
        <w:tc>
          <w:tcPr>
            <w:tcW w:w="7712" w:type="dxa"/>
          </w:tcPr>
          <w:p w:rsidR="00AD761C" w:rsidRPr="00EF641C" w:rsidRDefault="00AD761C" w:rsidP="00BC5ADC">
            <w:pPr>
              <w:spacing w:after="0" w:line="240" w:lineRule="auto"/>
              <w:jc w:val="both"/>
              <w:rPr>
                <w:b/>
                <w:sz w:val="20"/>
                <w:szCs w:val="20"/>
                <w:lang w:val="en-GB"/>
              </w:rPr>
            </w:pPr>
            <w:r w:rsidRPr="00EF641C">
              <w:rPr>
                <w:b/>
                <w:lang w:val="en-GB"/>
              </w:rPr>
              <w:t>“</w:t>
            </w:r>
            <w:r w:rsidRPr="00EF641C">
              <w:rPr>
                <w:b/>
                <w:sz w:val="20"/>
                <w:szCs w:val="20"/>
                <w:lang w:val="en-GB"/>
              </w:rPr>
              <w:t xml:space="preserve">Plan and territories development: archeological heritage valorisation” </w:t>
            </w:r>
          </w:p>
          <w:p w:rsidR="00AD761C" w:rsidRPr="00EF641C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AD761C" w:rsidRPr="00564180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 xml:space="preserve">Adele Campanelli, </w:t>
            </w:r>
            <w:r>
              <w:rPr>
                <w:rFonts w:ascii="Times New Roman" w:hAnsi="Times New Roman"/>
                <w:lang w:val="en-GB"/>
              </w:rPr>
              <w:t>Superintendent</w:t>
            </w:r>
            <w:r w:rsidRPr="00564180">
              <w:rPr>
                <w:rFonts w:ascii="Times New Roman" w:hAnsi="Times New Roman"/>
                <w:lang w:val="en-GB"/>
              </w:rPr>
              <w:t xml:space="preserve"> for Archeological Heritage  for SA, AV, BN, CE</w:t>
            </w:r>
          </w:p>
          <w:p w:rsidR="00AD761C" w:rsidRPr="00564180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  <w:p w:rsidR="00AD761C" w:rsidRPr="00EF641C" w:rsidRDefault="00AD761C" w:rsidP="00BC5ADC">
            <w:pPr>
              <w:spacing w:after="0" w:line="240" w:lineRule="auto"/>
              <w:jc w:val="both"/>
              <w:rPr>
                <w:b/>
                <w:lang w:val="en-GB"/>
              </w:rPr>
            </w:pPr>
            <w:r w:rsidRPr="00EF641C">
              <w:rPr>
                <w:b/>
                <w:lang w:val="en-GB"/>
              </w:rPr>
              <w:t>“</w:t>
            </w:r>
            <w:smartTag w:uri="urn:schemas-microsoft-com:office:smarttags" w:element="City">
              <w:r w:rsidRPr="00EF641C">
                <w:rPr>
                  <w:b/>
                  <w:lang w:val="en-GB"/>
                </w:rPr>
                <w:t>Paestum</w:t>
              </w:r>
            </w:smartTag>
            <w:r w:rsidRPr="00EF641C">
              <w:rPr>
                <w:b/>
                <w:lang w:val="en-GB"/>
              </w:rPr>
              <w:t xml:space="preserve"> e </w:t>
            </w:r>
            <w:smartTag w:uri="urn:schemas-microsoft-com:office:smarttags" w:element="place">
              <w:r w:rsidRPr="00EF641C">
                <w:rPr>
                  <w:b/>
                  <w:lang w:val="en-GB"/>
                </w:rPr>
                <w:t>Velia</w:t>
              </w:r>
            </w:smartTag>
            <w:r w:rsidRPr="00EF641C">
              <w:rPr>
                <w:b/>
                <w:lang w:val="en-GB"/>
              </w:rPr>
              <w:t xml:space="preserve"> archeological sites valuation perspective and and situation”</w:t>
            </w:r>
          </w:p>
          <w:p w:rsidR="00AD761C" w:rsidRPr="00564180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 xml:space="preserve">Marina Cipriani, </w:t>
            </w:r>
            <w:smartTag w:uri="urn:schemas-microsoft-com:office:smarttags" w:element="PlaceName">
              <w:r w:rsidRPr="00564180">
                <w:rPr>
                  <w:rFonts w:ascii="Times New Roman" w:hAnsi="Times New Roman"/>
                  <w:lang w:val="en-GB"/>
                </w:rPr>
                <w:t>Director</w:t>
              </w:r>
            </w:smartTag>
            <w:r w:rsidRPr="00564180">
              <w:rPr>
                <w:rFonts w:ascii="Times New Roman" w:hAnsi="Times New Roman"/>
                <w:lang w:val="en-GB"/>
              </w:rPr>
              <w:t xml:space="preserve"> </w:t>
            </w:r>
            <w:smartTag w:uri="urn:schemas-microsoft-com:office:smarttags" w:element="PlaceType">
              <w:r w:rsidRPr="00564180">
                <w:rPr>
                  <w:rFonts w:ascii="Times New Roman" w:hAnsi="Times New Roman"/>
                  <w:lang w:val="en-GB"/>
                </w:rPr>
                <w:t>Museum</w:t>
              </w:r>
            </w:smartTag>
            <w:r w:rsidRPr="00564180">
              <w:rPr>
                <w:rFonts w:ascii="Times New Roman" w:hAnsi="Times New Roman"/>
                <w:lang w:val="en-GB"/>
              </w:rPr>
              <w:t xml:space="preserve"> and </w:t>
            </w:r>
            <w:smartTag w:uri="urn:schemas-microsoft-com:office:smarttags" w:element="City">
              <w:smartTag w:uri="urn:schemas-microsoft-com:office:smarttags" w:element="place">
                <w:r w:rsidRPr="00564180">
                  <w:rPr>
                    <w:rFonts w:ascii="Times New Roman" w:hAnsi="Times New Roman"/>
                    <w:lang w:val="en-GB"/>
                  </w:rPr>
                  <w:t>Paestum</w:t>
                </w:r>
              </w:smartTag>
            </w:smartTag>
            <w:r w:rsidRPr="00564180">
              <w:rPr>
                <w:rFonts w:ascii="Times New Roman" w:hAnsi="Times New Roman"/>
                <w:lang w:val="en-GB"/>
              </w:rPr>
              <w:t xml:space="preserve"> Archeological Site </w:t>
            </w:r>
          </w:p>
          <w:p w:rsidR="00AD761C" w:rsidRPr="00564180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  <w:p w:rsidR="00AD761C" w:rsidRPr="00564180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>Maria Tommasa Granese, Director Velia Archeoloogical Area.</w:t>
            </w:r>
          </w:p>
          <w:p w:rsidR="00AD761C" w:rsidRPr="00564180" w:rsidRDefault="00AD761C" w:rsidP="00BC5A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15.30</w:t>
            </w:r>
          </w:p>
        </w:tc>
        <w:tc>
          <w:tcPr>
            <w:tcW w:w="7712" w:type="dxa"/>
          </w:tcPr>
          <w:p w:rsidR="00AD761C" w:rsidRPr="00564180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>Debate</w:t>
            </w:r>
          </w:p>
          <w:p w:rsidR="00AD761C" w:rsidRPr="00564180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AD761C" w:rsidRPr="006E64EA" w:rsidTr="009C664A">
        <w:trPr>
          <w:jc w:val="center"/>
        </w:trPr>
        <w:tc>
          <w:tcPr>
            <w:tcW w:w="988" w:type="dxa"/>
          </w:tcPr>
          <w:p w:rsidR="00AD761C" w:rsidRPr="006E64EA" w:rsidRDefault="00AD761C" w:rsidP="00933E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64EA">
              <w:rPr>
                <w:rFonts w:ascii="Times New Roman" w:hAnsi="Times New Roman"/>
              </w:rPr>
              <w:t>16.00</w:t>
            </w:r>
          </w:p>
        </w:tc>
        <w:tc>
          <w:tcPr>
            <w:tcW w:w="7712" w:type="dxa"/>
          </w:tcPr>
          <w:p w:rsidR="00AD761C" w:rsidRPr="00564180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564180">
              <w:rPr>
                <w:rFonts w:ascii="Times New Roman" w:hAnsi="Times New Roman"/>
                <w:lang w:val="en-GB"/>
              </w:rPr>
              <w:t>End</w:t>
            </w:r>
          </w:p>
          <w:p w:rsidR="00AD761C" w:rsidRPr="00564180" w:rsidRDefault="00AD761C" w:rsidP="00496D9E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bookmarkEnd w:id="0"/>
    </w:tbl>
    <w:p w:rsidR="00AD761C" w:rsidRPr="006A5A78" w:rsidRDefault="00AD761C" w:rsidP="00BC5ADC"/>
    <w:sectPr w:rsidR="00AD761C" w:rsidRPr="006A5A78" w:rsidSect="00BC5AD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374" w:right="1134" w:bottom="1134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61C" w:rsidRDefault="00AD761C" w:rsidP="00B835DF">
      <w:pPr>
        <w:spacing w:after="0" w:line="240" w:lineRule="auto"/>
      </w:pPr>
      <w:r>
        <w:separator/>
      </w:r>
    </w:p>
  </w:endnote>
  <w:endnote w:type="continuationSeparator" w:id="1">
    <w:p w:rsidR="00AD761C" w:rsidRDefault="00AD761C" w:rsidP="00B8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61C" w:rsidRDefault="00AD761C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linea.jpg" style="position:absolute;margin-left:-55.9pt;margin-top:-2.4pt;width:595.55pt;height:3.4pt;z-index:-251658752;visibility:visible">
          <v:imagedata r:id="rId1" o:title="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61C" w:rsidRDefault="00AD761C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51" type="#_x0000_t75" alt="linea.jpg" style="position:absolute;margin-left:-56.45pt;margin-top:-2.3pt;width:595.95pt;height:3.8pt;z-index:-251659776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61C" w:rsidRDefault="00AD761C" w:rsidP="00B835DF">
      <w:pPr>
        <w:spacing w:after="0" w:line="240" w:lineRule="auto"/>
      </w:pPr>
      <w:r>
        <w:separator/>
      </w:r>
    </w:p>
  </w:footnote>
  <w:footnote w:type="continuationSeparator" w:id="1">
    <w:p w:rsidR="00AD761C" w:rsidRDefault="00AD761C" w:rsidP="00B83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61C" w:rsidRPr="00392364" w:rsidRDefault="00AD761C" w:rsidP="0039236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0" o:spid="_x0000_s2049" type="#_x0000_t75" alt="documenti.jpg" style="position:absolute;margin-left:386.85pt;margin-top:.2pt;width:96.45pt;height:57.05pt;z-index:-251657728;visibility:visible">
          <v:imagedata r:id="rId1" o:title="" cropleft="52425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61C" w:rsidRDefault="00AD761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alt="documenti.jpg" style="width:473.25pt;height:57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5DF"/>
    <w:rsid w:val="000520B3"/>
    <w:rsid w:val="000B0878"/>
    <w:rsid w:val="00133E32"/>
    <w:rsid w:val="00146366"/>
    <w:rsid w:val="00193CF2"/>
    <w:rsid w:val="001D4050"/>
    <w:rsid w:val="002543EF"/>
    <w:rsid w:val="00266091"/>
    <w:rsid w:val="00392364"/>
    <w:rsid w:val="00460EAA"/>
    <w:rsid w:val="00490ADF"/>
    <w:rsid w:val="00496D9E"/>
    <w:rsid w:val="004A097D"/>
    <w:rsid w:val="004F4651"/>
    <w:rsid w:val="004F4A04"/>
    <w:rsid w:val="00510164"/>
    <w:rsid w:val="00512743"/>
    <w:rsid w:val="00564180"/>
    <w:rsid w:val="00581A62"/>
    <w:rsid w:val="005A3500"/>
    <w:rsid w:val="005A763A"/>
    <w:rsid w:val="005B443A"/>
    <w:rsid w:val="005D4756"/>
    <w:rsid w:val="005E4292"/>
    <w:rsid w:val="005E7E0F"/>
    <w:rsid w:val="00622C37"/>
    <w:rsid w:val="00632856"/>
    <w:rsid w:val="006909A2"/>
    <w:rsid w:val="006926AD"/>
    <w:rsid w:val="006A5A78"/>
    <w:rsid w:val="006E64EA"/>
    <w:rsid w:val="00711F4B"/>
    <w:rsid w:val="00714DED"/>
    <w:rsid w:val="007C598A"/>
    <w:rsid w:val="008048B5"/>
    <w:rsid w:val="008D5402"/>
    <w:rsid w:val="008E13F1"/>
    <w:rsid w:val="00924104"/>
    <w:rsid w:val="00926AA4"/>
    <w:rsid w:val="00933E6B"/>
    <w:rsid w:val="009C664A"/>
    <w:rsid w:val="00A26FCC"/>
    <w:rsid w:val="00A40798"/>
    <w:rsid w:val="00AC1E9F"/>
    <w:rsid w:val="00AD761C"/>
    <w:rsid w:val="00B412C8"/>
    <w:rsid w:val="00B835DF"/>
    <w:rsid w:val="00BA4B53"/>
    <w:rsid w:val="00BC5ADC"/>
    <w:rsid w:val="00C41B46"/>
    <w:rsid w:val="00C54055"/>
    <w:rsid w:val="00C65285"/>
    <w:rsid w:val="00C93DA0"/>
    <w:rsid w:val="00C943DC"/>
    <w:rsid w:val="00CA724E"/>
    <w:rsid w:val="00D31027"/>
    <w:rsid w:val="00DD5038"/>
    <w:rsid w:val="00E82B7E"/>
    <w:rsid w:val="00E92BF5"/>
    <w:rsid w:val="00EE2F68"/>
    <w:rsid w:val="00EE4253"/>
    <w:rsid w:val="00EF641C"/>
    <w:rsid w:val="00F228C7"/>
    <w:rsid w:val="00F63028"/>
    <w:rsid w:val="00FA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98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35D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35D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35D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35D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35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35DF"/>
    <w:rPr>
      <w:rFonts w:ascii="Tahoma" w:hAnsi="Tahoma" w:cs="Times New Roman"/>
      <w:sz w:val="16"/>
    </w:rPr>
  </w:style>
  <w:style w:type="paragraph" w:customStyle="1" w:styleId="Standard">
    <w:name w:val="Standard"/>
    <w:uiPriority w:val="99"/>
    <w:rsid w:val="006909A2"/>
    <w:pPr>
      <w:suppressAutoHyphens/>
      <w:autoSpaceDN w:val="0"/>
      <w:spacing w:after="200" w:line="276" w:lineRule="auto"/>
    </w:pPr>
    <w:rPr>
      <w:rFonts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58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194</Words>
  <Characters>1112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documenti archeomed</dc:title>
  <dc:subject/>
  <dc:creator>Andrea.Lazzarini</dc:creator>
  <cp:keywords/>
  <dc:description/>
  <cp:lastModifiedBy>gaia</cp:lastModifiedBy>
  <cp:revision>2</cp:revision>
  <dcterms:created xsi:type="dcterms:W3CDTF">2014-09-16T12:40:00Z</dcterms:created>
  <dcterms:modified xsi:type="dcterms:W3CDTF">2014-09-16T12:40:00Z</dcterms:modified>
</cp:coreProperties>
</file>